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07A603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B4526">
        <w:rPr>
          <w:rFonts w:ascii="Verdana" w:hAnsi="Verdana"/>
          <w:b/>
          <w:bCs/>
        </w:rPr>
        <w:t>„Generální oprava MUV 77“</w:t>
      </w:r>
      <w:r w:rsidR="002B4526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B452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B452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B4526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2024-02-26T11:28:00Z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